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1C" w:rsidRPr="00925754" w:rsidRDefault="0094591C" w:rsidP="00925754">
      <w:pPr>
        <w:jc w:val="center"/>
        <w:rPr>
          <w:rFonts w:ascii="Consolas" w:hAnsi="Consolas"/>
          <w:b/>
          <w:sz w:val="44"/>
        </w:rPr>
      </w:pPr>
      <w:r w:rsidRPr="00925754">
        <w:rPr>
          <w:rFonts w:ascii="Consolas" w:hAnsi="Consolas"/>
          <w:b/>
          <w:sz w:val="44"/>
        </w:rPr>
        <w:t>Marco e molto italiano</w:t>
      </w:r>
    </w:p>
    <w:p w:rsidR="0094591C" w:rsidRDefault="0094591C" w:rsidP="0092575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Activity 1 &amp; Activity 2</w:t>
      </w:r>
    </w:p>
    <w:p w:rsidR="0094591C" w:rsidRDefault="0094591C" w:rsidP="00925754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Chiara ha cinque anni. </w:t>
      </w:r>
    </w:p>
    <w:p w:rsidR="0094591C" w:rsidRDefault="0094591C" w:rsidP="00925754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Falso, Chiara ha quindici anni.</w:t>
      </w:r>
    </w:p>
    <w:p w:rsidR="0094591C" w:rsidRDefault="0094591C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Laura ha sedici anni.</w:t>
      </w:r>
    </w:p>
    <w:p w:rsidR="0094591C" w:rsidRDefault="0094591C" w:rsidP="002B497A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Vero, Laura ha sedici anni.</w:t>
      </w:r>
    </w:p>
    <w:p w:rsidR="0094591C" w:rsidRDefault="0094591C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Chiara abita a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  <w:sz w:val="28"/>
            </w:rPr>
            <w:t>Sydney</w:t>
          </w:r>
        </w:smartTag>
      </w:smartTag>
      <w:r>
        <w:rPr>
          <w:rFonts w:ascii="Comic Sans MS" w:hAnsi="Comic Sans MS"/>
          <w:sz w:val="28"/>
        </w:rPr>
        <w:t>.</w:t>
      </w:r>
    </w:p>
    <w:p w:rsidR="0094591C" w:rsidRDefault="0094591C" w:rsidP="002B497A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Falso, Chiara abita a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  <w:sz w:val="28"/>
            </w:rPr>
            <w:t>Melbourne</w:t>
          </w:r>
        </w:smartTag>
      </w:smartTag>
    </w:p>
    <w:p w:rsidR="0094591C" w:rsidRDefault="0094591C" w:rsidP="002B497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Marco e italiano.</w:t>
      </w:r>
      <w:r w:rsidRPr="002B1939">
        <w:rPr>
          <w:rFonts w:ascii="Comic Sans MS" w:hAnsi="Comic Sans MS"/>
          <w:color w:val="FF0000"/>
          <w:sz w:val="28"/>
        </w:rPr>
        <w:t xml:space="preserve"> è not e</w:t>
      </w:r>
    </w:p>
    <w:p w:rsidR="0094591C" w:rsidRPr="002B1939" w:rsidRDefault="0094591C" w:rsidP="002B497A">
      <w:pPr>
        <w:pStyle w:val="ListParagraph"/>
        <w:rPr>
          <w:rFonts w:ascii="Comic Sans MS" w:hAnsi="Comic Sans MS"/>
          <w:color w:val="FF0000"/>
          <w:sz w:val="28"/>
        </w:rPr>
      </w:pPr>
      <w:r>
        <w:rPr>
          <w:rFonts w:ascii="Comic Sans MS" w:hAnsi="Comic Sans MS"/>
          <w:sz w:val="28"/>
        </w:rPr>
        <w:t xml:space="preserve">Vero, Marco e molto italiano. </w:t>
      </w:r>
      <w:r w:rsidRPr="002B1939">
        <w:rPr>
          <w:rFonts w:ascii="Comic Sans MS" w:hAnsi="Comic Sans MS"/>
          <w:color w:val="FF0000"/>
          <w:sz w:val="28"/>
        </w:rPr>
        <w:t>è not e</w:t>
      </w:r>
    </w:p>
    <w:p w:rsidR="0094591C" w:rsidRPr="00925754" w:rsidRDefault="0094591C" w:rsidP="00925754">
      <w:pPr>
        <w:jc w:val="center"/>
        <w:rPr>
          <w:sz w:val="40"/>
        </w:rPr>
      </w:pPr>
    </w:p>
    <w:sectPr w:rsidR="0094591C" w:rsidRPr="00925754" w:rsidSect="00444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712"/>
    <w:multiLevelType w:val="hybridMultilevel"/>
    <w:tmpl w:val="79BA3D66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754"/>
    <w:rsid w:val="001609CB"/>
    <w:rsid w:val="002B1939"/>
    <w:rsid w:val="002B497A"/>
    <w:rsid w:val="003D0CD5"/>
    <w:rsid w:val="00412529"/>
    <w:rsid w:val="004444F1"/>
    <w:rsid w:val="006752F4"/>
    <w:rsid w:val="00925754"/>
    <w:rsid w:val="0094591C"/>
    <w:rsid w:val="00A73048"/>
    <w:rsid w:val="00C96478"/>
    <w:rsid w:val="00D3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5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40</Words>
  <Characters>233</Characters>
  <Application>Microsoft Office Outlook</Application>
  <DocSecurity>0</DocSecurity>
  <Lines>0</Lines>
  <Paragraphs>0</Paragraphs>
  <ScaleCrop>false</ScaleCrop>
  <Company>DET NSW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e molto italiano</dc:title>
  <dc:subject/>
  <dc:creator>libuser06</dc:creator>
  <cp:keywords/>
  <dc:description/>
  <cp:lastModifiedBy>mbacash</cp:lastModifiedBy>
  <cp:revision>2</cp:revision>
  <dcterms:created xsi:type="dcterms:W3CDTF">2010-06-24T01:23:00Z</dcterms:created>
  <dcterms:modified xsi:type="dcterms:W3CDTF">2010-06-24T01:23:00Z</dcterms:modified>
</cp:coreProperties>
</file>